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2009-2010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F26F6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315D8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315D8C">
              <w:rPr>
                <w:rFonts w:ascii="Verdana" w:hAnsi="Verdana"/>
                <w:sz w:val="20"/>
                <w:szCs w:val="20"/>
              </w:rPr>
              <w:t>2  Maths</w:t>
            </w:r>
            <w:r w:rsidR="00F26F6B">
              <w:rPr>
                <w:rFonts w:ascii="Verdana" w:hAnsi="Verdana"/>
                <w:sz w:val="20"/>
                <w:szCs w:val="20"/>
              </w:rPr>
              <w:t xml:space="preserve">  Bar-graphs</w:t>
            </w:r>
            <w:r w:rsidR="00315D8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24D00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4555" w:type="dxa"/>
            <w:gridSpan w:val="5"/>
          </w:tcPr>
          <w:p w:rsidR="007D67CD" w:rsidRPr="00A7565C" w:rsidRDefault="00021990" w:rsidP="00F26F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F26F6B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26F6B" w:rsidRDefault="00021990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F26F6B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26F6B" w:rsidRDefault="00021990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F26F6B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2199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21990">
              <w:rPr>
                <w:rFonts w:ascii="Verdana" w:hAnsi="Verdana"/>
                <w:b/>
                <w:sz w:val="20"/>
                <w:szCs w:val="20"/>
              </w:rPr>
            </w:r>
            <w:r w:rsidR="0002199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2199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21990" w:rsidRPr="00517BEB">
              <w:rPr>
                <w:rFonts w:ascii="Verdana" w:hAnsi="Verdana"/>
                <w:b/>
                <w:sz w:val="20"/>
                <w:szCs w:val="20"/>
              </w:rPr>
            </w:r>
            <w:r w:rsidR="0002199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02199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21990" w:rsidRPr="00517BEB">
              <w:rPr>
                <w:rFonts w:ascii="Verdana" w:hAnsi="Verdana"/>
                <w:b/>
                <w:sz w:val="20"/>
                <w:szCs w:val="20"/>
              </w:rPr>
            </w:r>
            <w:r w:rsidR="0002199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02199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F26F6B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02199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02199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02199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F26F6B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02199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02199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02199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02199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02199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F26F6B">
              <w:rPr>
                <w:rFonts w:ascii="Verdana" w:hAnsi="Verdana"/>
                <w:b/>
                <w:sz w:val="16"/>
                <w:szCs w:val="16"/>
                <w:lang w:val="en-GB"/>
              </w:rPr>
              <w:t>Observation</w:t>
            </w:r>
          </w:p>
          <w:p w:rsidR="00B57B1C" w:rsidRPr="00A7565C" w:rsidRDefault="0002199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02199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02199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02199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02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02199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02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02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F26F6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02199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26F6B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02199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02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02199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02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02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Pr="004A1D52" w:rsidRDefault="00922918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4A1D5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C020EA" w:rsidRPr="00E2029E">
              <w:rPr>
                <w:sz w:val="20"/>
                <w:szCs w:val="20"/>
                <w:lang w:val="en-US"/>
              </w:rPr>
              <w:t>Reads data on a bar graph to compare and contrast quantities</w:t>
            </w:r>
            <w:r w:rsidR="00C020EA" w:rsidRPr="00370577">
              <w:rPr>
                <w:sz w:val="20"/>
                <w:szCs w:val="20"/>
                <w:lang w:val="en-US"/>
              </w:rPr>
              <w:t xml:space="preserve"> </w:t>
            </w:r>
            <w:r w:rsidR="00C020EA">
              <w:rPr>
                <w:sz w:val="20"/>
                <w:szCs w:val="20"/>
                <w:lang w:val="en-US"/>
              </w:rPr>
              <w:t xml:space="preserve">   </w:t>
            </w:r>
          </w:p>
          <w:p w:rsidR="00796FD9" w:rsidRPr="004A1D52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4A1D52" w:rsidRDefault="00922918" w:rsidP="004A1D5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A1D5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922918" w:rsidRPr="004A1D52" w:rsidRDefault="004A1D52" w:rsidP="004A1D52">
            <w:pPr>
              <w:pStyle w:val="Sinespaciado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  <w:lang w:val="en-US"/>
              </w:rPr>
            </w:pPr>
            <w:r w:rsidRPr="004A1D52">
              <w:rPr>
                <w:rFonts w:ascii="Verdana" w:hAnsi="Verdana"/>
                <w:sz w:val="16"/>
                <w:szCs w:val="16"/>
                <w:lang w:val="en-US"/>
              </w:rPr>
              <w:t>observation</w:t>
            </w:r>
          </w:p>
          <w:p w:rsidR="004A1D52" w:rsidRPr="004A1D52" w:rsidRDefault="004A1D52" w:rsidP="004A1D52">
            <w:pPr>
              <w:pStyle w:val="Sinespaciado"/>
              <w:numPr>
                <w:ilvl w:val="0"/>
                <w:numId w:val="3"/>
              </w:numPr>
              <w:rPr>
                <w:rFonts w:ascii="Verdana" w:hAnsi="Verdana"/>
                <w:sz w:val="16"/>
                <w:szCs w:val="16"/>
                <w:lang w:val="en-US"/>
              </w:rPr>
            </w:pPr>
            <w:r w:rsidRPr="004A1D52">
              <w:rPr>
                <w:rFonts w:ascii="Verdana" w:hAnsi="Verdana"/>
                <w:sz w:val="16"/>
                <w:szCs w:val="16"/>
                <w:lang w:val="en-US"/>
              </w:rPr>
              <w:t xml:space="preserve">Comparing and contrasting </w:t>
            </w:r>
          </w:p>
          <w:p w:rsidR="004A1D52" w:rsidRPr="004A1D52" w:rsidRDefault="004A1D52" w:rsidP="004A1D52">
            <w:pPr>
              <w:pStyle w:val="Sinespaciado"/>
              <w:numPr>
                <w:ilvl w:val="0"/>
                <w:numId w:val="3"/>
              </w:numPr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A1D52">
              <w:rPr>
                <w:rFonts w:ascii="Verdana" w:hAnsi="Verdana"/>
                <w:sz w:val="16"/>
                <w:szCs w:val="16"/>
                <w:lang w:val="en-US"/>
              </w:rPr>
              <w:t>counting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4A1D52" w:rsidRDefault="0080256E" w:rsidP="00C020E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020E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Weather graph, </w:t>
            </w:r>
            <w:proofErr w:type="spellStart"/>
            <w:r w:rsidR="00C020EA">
              <w:rPr>
                <w:rFonts w:ascii="Verdana" w:hAnsi="Verdana"/>
                <w:b/>
                <w:sz w:val="16"/>
                <w:szCs w:val="16"/>
                <w:lang w:val="en-US"/>
              </w:rPr>
              <w:t>Maths</w:t>
            </w:r>
            <w:proofErr w:type="spellEnd"/>
            <w:r w:rsidR="00C020E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notebooks, pencil cases.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02199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02199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02199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02199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4A1D52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02199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02199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02199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02199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021990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02199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4A1D52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02199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02199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4A1D52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4A1D52">
              <w:rPr>
                <w:rFonts w:ascii="Verdana" w:hAnsi="Verdana"/>
                <w:sz w:val="16"/>
                <w:szCs w:val="16"/>
              </w:rPr>
              <w:t>week</w:t>
            </w:r>
            <w:proofErr w:type="spellEnd"/>
            <w:r w:rsidR="004A1D52">
              <w:rPr>
                <w:rFonts w:ascii="Verdana" w:hAnsi="Verdana"/>
                <w:sz w:val="16"/>
                <w:szCs w:val="16"/>
              </w:rPr>
              <w:t xml:space="preserve"> 12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0178B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A1D52">
              <w:rPr>
                <w:rFonts w:ascii="Verdana" w:hAnsi="Verdana"/>
                <w:b/>
                <w:sz w:val="16"/>
                <w:szCs w:val="16"/>
              </w:rPr>
              <w:t>45´</w:t>
            </w:r>
            <w:r w:rsidR="00021990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25" w:name="Texto44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021990" w:rsidRPr="00C26857">
              <w:rPr>
                <w:rFonts w:ascii="Verdana" w:hAnsi="Verdana"/>
                <w:sz w:val="16"/>
                <w:szCs w:val="16"/>
              </w:rPr>
            </w:r>
            <w:r w:rsidR="00021990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>
              <w:rPr>
                <w:rFonts w:ascii="Verdana" w:hAnsi="Verdana"/>
                <w:noProof/>
                <w:sz w:val="16"/>
                <w:szCs w:val="16"/>
              </w:rPr>
              <w:t xml:space="preserve"> </w:t>
            </w:r>
            <w:r w:rsidR="00021990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Default="00C26857" w:rsidP="00C020E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A91398" w:rsidRDefault="00C020EA" w:rsidP="00C020EA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Ask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chn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C020EA">
              <w:rPr>
                <w:rFonts w:ascii="Verdana" w:hAnsi="Verdana" w:cstheme="minorHAnsi"/>
                <w:sz w:val="16"/>
                <w:szCs w:val="20"/>
              </w:rPr>
              <w:t>What can you see in this Weather graph?</w:t>
            </w:r>
            <w:r w:rsidRPr="00C020EA">
              <w:rPr>
                <w:rFonts w:ascii="Verdana" w:hAnsi="Verdana" w:cstheme="minorHAnsi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 xml:space="preserve"> Which </w:t>
            </w:r>
            <w:r w:rsidR="00A91398"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>column has more</w:t>
            </w:r>
            <w:proofErr w:type="gramStart"/>
            <w:r w:rsidR="00A91398"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>?,</w:t>
            </w:r>
            <w:proofErr w:type="gramEnd"/>
            <w:r w:rsidR="00A91398"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 xml:space="preserve"> less?, the most?, The least?</w:t>
            </w:r>
          </w:p>
          <w:p w:rsidR="00C020EA" w:rsidRPr="00C020EA" w:rsidRDefault="00A91398" w:rsidP="00764C8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 xml:space="preserve">On a chart paper write a paragraph </w:t>
            </w:r>
            <w:r w:rsidR="00C020EA" w:rsidRPr="00C020EA"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 xml:space="preserve">analyzing their data. </w:t>
            </w:r>
            <w:r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 xml:space="preserve"> </w:t>
            </w:r>
            <w:r w:rsidR="007106F6"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>Point to the sentence as you read aloud</w:t>
            </w:r>
            <w:r w:rsidR="00764C82"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>, e.g.</w:t>
            </w:r>
            <w:r w:rsidR="007106F6"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t xml:space="preserve">: </w:t>
            </w:r>
            <w:r w:rsidR="007106F6">
              <w:rPr>
                <w:rFonts w:ascii="Verdana" w:eastAsia="Times New Roman" w:hAnsi="Verdana" w:cstheme="minorHAnsi"/>
                <w:i/>
                <w:color w:val="000000"/>
                <w:sz w:val="16"/>
                <w:szCs w:val="20"/>
                <w:lang w:val="en-US" w:eastAsia="es-CO"/>
              </w:rPr>
              <w:t xml:space="preserve">In September more days have been sunny than rainy and cloudy. </w:t>
            </w:r>
            <w:r w:rsidR="00C020EA" w:rsidRPr="00C020EA">
              <w:rPr>
                <w:rFonts w:ascii="Verdana" w:eastAsia="Times New Roman" w:hAnsi="Verdana" w:cstheme="minorHAnsi"/>
                <w:color w:val="000000"/>
                <w:sz w:val="16"/>
                <w:szCs w:val="20"/>
                <w:lang w:val="en-US" w:eastAsia="es-CO"/>
              </w:rPr>
              <w:br/>
            </w:r>
            <w:r w:rsidR="00C020EA" w:rsidRPr="00C020EA">
              <w:rPr>
                <w:rFonts w:ascii="Verdana" w:eastAsia="Times New Roman" w:hAnsi="Verdana" w:cs="Arial"/>
                <w:color w:val="000000"/>
                <w:sz w:val="20"/>
                <w:szCs w:val="24"/>
                <w:lang w:val="en-US" w:eastAsia="es-CO"/>
              </w:rPr>
              <w:br/>
            </w:r>
          </w:p>
        </w:tc>
      </w:tr>
      <w:tr w:rsidR="00340A2B" w:rsidRPr="000226A8" w:rsidTr="00EC1BC8">
        <w:trPr>
          <w:trHeight w:val="206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A9139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</w:t>
            </w:r>
            <w:r w:rsidR="00A91398">
              <w:rPr>
                <w:rFonts w:ascii="Verdana" w:hAnsi="Verdana"/>
                <w:b/>
                <w:sz w:val="16"/>
                <w:szCs w:val="16"/>
                <w:lang w:val="en-GB"/>
              </w:rPr>
              <w:t>:  MODEL GRAPH THE WEATHER</w:t>
            </w:r>
          </w:p>
          <w:p w:rsidR="00A91398" w:rsidRDefault="00A91398" w:rsidP="00A9139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Tell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Now you are going to</w:t>
            </w:r>
            <w:r w:rsidR="007106F6">
              <w:rPr>
                <w:rFonts w:ascii="Verdana" w:hAnsi="Verdana"/>
                <w:sz w:val="16"/>
                <w:szCs w:val="16"/>
                <w:lang w:val="en-GB"/>
              </w:rPr>
              <w:t xml:space="preserve"> draw this graph in your Maths book and follow the instructions:</w:t>
            </w:r>
          </w:p>
          <w:p w:rsidR="007106F6" w:rsidRDefault="007106F6" w:rsidP="00A9139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106F6" w:rsidRDefault="007106F6" w:rsidP="007106F6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Write the title: September Weather Graph</w:t>
            </w:r>
          </w:p>
          <w:p w:rsidR="007106F6" w:rsidRDefault="007106F6" w:rsidP="007106F6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On the left side of your notebook trace a li</w:t>
            </w:r>
            <w:r w:rsidR="001B0D6B">
              <w:rPr>
                <w:rFonts w:ascii="Verdana" w:hAnsi="Verdana"/>
                <w:sz w:val="16"/>
                <w:szCs w:val="16"/>
                <w:lang w:val="en-GB"/>
              </w:rPr>
              <w:t>ne from top to bottom.</w:t>
            </w:r>
          </w:p>
          <w:p w:rsidR="007106F6" w:rsidRDefault="007106F6" w:rsidP="007106F6">
            <w:pPr>
              <w:pStyle w:val="Sinespaciado"/>
              <w:ind w:left="720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106F6" w:rsidRDefault="007106F6" w:rsidP="007106F6">
            <w:pPr>
              <w:pStyle w:val="Sinespaciado"/>
              <w:ind w:left="360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NOTE:   Help them by drawing the dots on their notebooks where the vertical and horizontal lines start and end.</w:t>
            </w:r>
          </w:p>
          <w:p w:rsidR="00764C82" w:rsidRDefault="00764C82" w:rsidP="007106F6">
            <w:pPr>
              <w:pStyle w:val="Sinespaciado"/>
              <w:ind w:left="360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106F6" w:rsidRDefault="007106F6" w:rsidP="007106F6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Now</w:t>
            </w:r>
            <w:r w:rsidR="001B0D6B">
              <w:rPr>
                <w:rFonts w:ascii="Verdana" w:hAnsi="Verdana"/>
                <w:sz w:val="16"/>
                <w:szCs w:val="16"/>
                <w:lang w:val="en-GB"/>
              </w:rPr>
              <w:t>, draw a line from left to write, from dot to dot.</w:t>
            </w:r>
          </w:p>
          <w:p w:rsidR="001B0D6B" w:rsidRDefault="001B0D6B" w:rsidP="007106F6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Under horizontal line draw the sun, the rain and the cloud according to the graph in your classroom.</w:t>
            </w:r>
          </w:p>
          <w:p w:rsidR="001B0D6B" w:rsidRDefault="001B0D6B" w:rsidP="007106F6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Now, count the number of sunny, rainy and cloudy days.</w:t>
            </w:r>
          </w:p>
          <w:p w:rsidR="001B0D6B" w:rsidRDefault="001B0D6B" w:rsidP="007106F6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As each square represents a day, colour them according to the</w:t>
            </w:r>
            <w:r w:rsidR="000A3ED0">
              <w:rPr>
                <w:rFonts w:ascii="Verdana" w:hAnsi="Verdana"/>
                <w:sz w:val="16"/>
                <w:szCs w:val="16"/>
                <w:lang w:val="en-GB"/>
              </w:rPr>
              <w:t xml:space="preserve"> corresponding weather.</w:t>
            </w:r>
          </w:p>
          <w:p w:rsidR="000A3ED0" w:rsidRDefault="000A3ED0" w:rsidP="000A3ED0">
            <w:pPr>
              <w:pStyle w:val="Sinespaciado"/>
              <w:ind w:left="720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106F6" w:rsidRPr="00A91398" w:rsidRDefault="007106F6" w:rsidP="00A9139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0A3ED0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EE36E3">
              <w:rPr>
                <w:rFonts w:ascii="Verdana" w:hAnsi="Verdana"/>
                <w:sz w:val="16"/>
                <w:szCs w:val="16"/>
                <w:lang w:val="en-GB"/>
              </w:rPr>
              <w:t xml:space="preserve">In a plenary, help </w:t>
            </w:r>
            <w:proofErr w:type="gramStart"/>
            <w:r w:rsidR="00EE36E3">
              <w:rPr>
                <w:rFonts w:ascii="Verdana" w:hAnsi="Verdana"/>
                <w:sz w:val="16"/>
                <w:szCs w:val="16"/>
                <w:lang w:val="en-GB"/>
              </w:rPr>
              <w:t xml:space="preserve">students </w:t>
            </w:r>
            <w:r w:rsidR="000A3ED0" w:rsidRPr="000A3ED0">
              <w:rPr>
                <w:rFonts w:ascii="Verdana" w:hAnsi="Verdana"/>
                <w:sz w:val="16"/>
                <w:szCs w:val="16"/>
                <w:lang w:val="en-GB"/>
              </w:rPr>
              <w:t xml:space="preserve"> to</w:t>
            </w:r>
            <w:proofErr w:type="gramEnd"/>
            <w:r w:rsidR="000A3ED0" w:rsidRPr="000A3ED0">
              <w:rPr>
                <w:rFonts w:ascii="Verdana" w:hAnsi="Verdana"/>
                <w:sz w:val="16"/>
                <w:szCs w:val="16"/>
                <w:lang w:val="en-GB"/>
              </w:rPr>
              <w:t xml:space="preserve"> come to the conclusion that bar graphs help</w:t>
            </w:r>
            <w:r w:rsidR="000A3ED0">
              <w:rPr>
                <w:rFonts w:ascii="Verdana" w:hAnsi="Verdana"/>
                <w:sz w:val="16"/>
                <w:szCs w:val="16"/>
                <w:lang w:val="en-GB"/>
              </w:rPr>
              <w:t xml:space="preserve"> people to organise, read and interpret different kinds of information.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45B" w:rsidRDefault="00D5245B" w:rsidP="001C6238">
      <w:pPr>
        <w:spacing w:after="0" w:line="240" w:lineRule="auto"/>
      </w:pPr>
      <w:r>
        <w:separator/>
      </w:r>
    </w:p>
  </w:endnote>
  <w:endnote w:type="continuationSeparator" w:id="0">
    <w:p w:rsidR="00D5245B" w:rsidRDefault="00D5245B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45B" w:rsidRDefault="00D5245B" w:rsidP="001C6238">
      <w:pPr>
        <w:spacing w:after="0" w:line="240" w:lineRule="auto"/>
      </w:pPr>
      <w:r>
        <w:separator/>
      </w:r>
    </w:p>
  </w:footnote>
  <w:footnote w:type="continuationSeparator" w:id="0">
    <w:p w:rsidR="00D5245B" w:rsidRDefault="00D5245B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007E2"/>
    <w:multiLevelType w:val="hybridMultilevel"/>
    <w:tmpl w:val="49746C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B4AEA"/>
    <w:multiLevelType w:val="hybridMultilevel"/>
    <w:tmpl w:val="23D05A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364FF"/>
    <w:multiLevelType w:val="hybridMultilevel"/>
    <w:tmpl w:val="CB40E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283"/>
    <w:rsid w:val="000006D2"/>
    <w:rsid w:val="000178B9"/>
    <w:rsid w:val="00021990"/>
    <w:rsid w:val="000226A8"/>
    <w:rsid w:val="00052C6C"/>
    <w:rsid w:val="000A3ED0"/>
    <w:rsid w:val="001A0619"/>
    <w:rsid w:val="001B0D6B"/>
    <w:rsid w:val="001C6238"/>
    <w:rsid w:val="0021744B"/>
    <w:rsid w:val="00245C00"/>
    <w:rsid w:val="002E3F4B"/>
    <w:rsid w:val="002F4B32"/>
    <w:rsid w:val="00315D8C"/>
    <w:rsid w:val="00336BC2"/>
    <w:rsid w:val="00340A2B"/>
    <w:rsid w:val="00366713"/>
    <w:rsid w:val="00375E4E"/>
    <w:rsid w:val="00381BCF"/>
    <w:rsid w:val="00444F69"/>
    <w:rsid w:val="004A1D52"/>
    <w:rsid w:val="00517BEB"/>
    <w:rsid w:val="00533200"/>
    <w:rsid w:val="00546A2A"/>
    <w:rsid w:val="005650E7"/>
    <w:rsid w:val="00584EDA"/>
    <w:rsid w:val="005C3779"/>
    <w:rsid w:val="0062329C"/>
    <w:rsid w:val="0067753B"/>
    <w:rsid w:val="006F03D5"/>
    <w:rsid w:val="00706028"/>
    <w:rsid w:val="007106F6"/>
    <w:rsid w:val="00734D1B"/>
    <w:rsid w:val="00764C82"/>
    <w:rsid w:val="0077504E"/>
    <w:rsid w:val="007864D7"/>
    <w:rsid w:val="00796FD9"/>
    <w:rsid w:val="007C2283"/>
    <w:rsid w:val="007D67CD"/>
    <w:rsid w:val="007F4D1D"/>
    <w:rsid w:val="0080256E"/>
    <w:rsid w:val="00847570"/>
    <w:rsid w:val="0085348E"/>
    <w:rsid w:val="008822C8"/>
    <w:rsid w:val="00887C1C"/>
    <w:rsid w:val="008B79A4"/>
    <w:rsid w:val="008B7EEC"/>
    <w:rsid w:val="008C2CD5"/>
    <w:rsid w:val="008E243A"/>
    <w:rsid w:val="009176BC"/>
    <w:rsid w:val="00922918"/>
    <w:rsid w:val="009340E7"/>
    <w:rsid w:val="00986230"/>
    <w:rsid w:val="00996666"/>
    <w:rsid w:val="009A3E65"/>
    <w:rsid w:val="00A161C0"/>
    <w:rsid w:val="00A5492B"/>
    <w:rsid w:val="00A7565C"/>
    <w:rsid w:val="00A91398"/>
    <w:rsid w:val="00A9309F"/>
    <w:rsid w:val="00AB5AC1"/>
    <w:rsid w:val="00AE210E"/>
    <w:rsid w:val="00AF07BE"/>
    <w:rsid w:val="00B57B1C"/>
    <w:rsid w:val="00B72BA3"/>
    <w:rsid w:val="00B742F3"/>
    <w:rsid w:val="00B8591B"/>
    <w:rsid w:val="00B85E77"/>
    <w:rsid w:val="00BF1380"/>
    <w:rsid w:val="00C020EA"/>
    <w:rsid w:val="00C13CC2"/>
    <w:rsid w:val="00C24D00"/>
    <w:rsid w:val="00C26857"/>
    <w:rsid w:val="00CB7A87"/>
    <w:rsid w:val="00CD747E"/>
    <w:rsid w:val="00D5245B"/>
    <w:rsid w:val="00E60924"/>
    <w:rsid w:val="00EC0111"/>
    <w:rsid w:val="00EC1BC8"/>
    <w:rsid w:val="00EE36E3"/>
    <w:rsid w:val="00F20647"/>
    <w:rsid w:val="00F21DE8"/>
    <w:rsid w:val="00F26F6B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basedOn w:val="Fuentedeprrafopredeter"/>
    <w:uiPriority w:val="99"/>
    <w:semiHidden/>
    <w:unhideWhenUsed/>
    <w:rsid w:val="00C020EA"/>
    <w:rPr>
      <w:strike w:val="0"/>
      <w:dstrike w:val="0"/>
      <w:color w:val="0074E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1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BF295-F1B9-4558-AC48-668BD41B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0</TotalTime>
  <Pages>1</Pages>
  <Words>460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2</cp:revision>
  <cp:lastPrinted>2009-11-09T12:28:00Z</cp:lastPrinted>
  <dcterms:created xsi:type="dcterms:W3CDTF">2010-09-18T18:00:00Z</dcterms:created>
  <dcterms:modified xsi:type="dcterms:W3CDTF">2010-09-18T18:00:00Z</dcterms:modified>
</cp:coreProperties>
</file>